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266" w:rsidRDefault="004D2266" w:rsidP="009519D0">
      <w:pPr>
        <w:rPr>
          <w:rFonts w:ascii="Calibri" w:hAnsi="Calibri"/>
          <w:b/>
        </w:rPr>
      </w:pPr>
      <w:r>
        <w:rPr>
          <w:rFonts w:ascii="Calibri" w:hAnsi="Calibri"/>
          <w:b/>
        </w:rPr>
        <w:t>Załącznik c.</w:t>
      </w:r>
    </w:p>
    <w:p w:rsidR="004D2266" w:rsidRPr="009519D0" w:rsidRDefault="004D2266" w:rsidP="009519D0">
      <w:pPr>
        <w:rPr>
          <w:rFonts w:ascii="Calibri" w:hAnsi="Calibri"/>
          <w:b/>
        </w:rPr>
      </w:pPr>
    </w:p>
    <w:p w:rsidR="004D2266" w:rsidRPr="0004386A" w:rsidRDefault="004D2266" w:rsidP="0005386E">
      <w:pPr>
        <w:jc w:val="center"/>
        <w:rPr>
          <w:rFonts w:ascii="Calibri" w:hAnsi="Calibri"/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449.25pt;height:34.5pt;visibility:visible">
            <v:imagedata r:id="rId7" o:title=""/>
          </v:shape>
        </w:pict>
      </w:r>
    </w:p>
    <w:p w:rsidR="004D2266" w:rsidRPr="0004386A" w:rsidRDefault="004D2266" w:rsidP="00F12B26">
      <w:pPr>
        <w:spacing w:before="360"/>
        <w:jc w:val="center"/>
        <w:rPr>
          <w:rFonts w:ascii="Calibri" w:hAnsi="Calibri"/>
          <w:b/>
        </w:rPr>
      </w:pPr>
      <w:r w:rsidRPr="0004386A">
        <w:rPr>
          <w:rFonts w:ascii="Calibri" w:hAnsi="Calibri"/>
          <w:b/>
        </w:rPr>
        <w:t>Karta oceny formularza rekrutacyjnego nr ………………………….</w:t>
      </w:r>
    </w:p>
    <w:p w:rsidR="004D2266" w:rsidRPr="0004386A" w:rsidRDefault="004D2266">
      <w:pPr>
        <w:rPr>
          <w:rFonts w:ascii="Calibri" w:hAnsi="Calibri"/>
        </w:rPr>
      </w:pP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6087"/>
      </w:tblGrid>
      <w:tr w:rsidR="004D2266" w:rsidRPr="0004386A" w:rsidTr="008569FB">
        <w:trPr>
          <w:jc w:val="center"/>
        </w:trPr>
        <w:tc>
          <w:tcPr>
            <w:tcW w:w="9739" w:type="dxa"/>
            <w:gridSpan w:val="2"/>
          </w:tcPr>
          <w:p w:rsidR="004D2266" w:rsidRPr="008569FB" w:rsidRDefault="004D2266" w:rsidP="008569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569FB">
              <w:rPr>
                <w:rFonts w:ascii="Calibri" w:hAnsi="Calibri"/>
                <w:b/>
                <w:sz w:val="20"/>
                <w:szCs w:val="20"/>
              </w:rPr>
              <w:t>Dane kandydata</w:t>
            </w:r>
          </w:p>
        </w:tc>
      </w:tr>
      <w:tr w:rsidR="004D2266" w:rsidRPr="0004386A" w:rsidTr="008569FB">
        <w:trPr>
          <w:jc w:val="center"/>
        </w:trPr>
        <w:tc>
          <w:tcPr>
            <w:tcW w:w="9739" w:type="dxa"/>
            <w:gridSpan w:val="2"/>
            <w:shd w:val="clear" w:color="auto" w:fill="CCCCCC"/>
          </w:tcPr>
          <w:p w:rsidR="004D2266" w:rsidRPr="008569FB" w:rsidRDefault="004D2266">
            <w:pPr>
              <w:rPr>
                <w:rFonts w:ascii="Calibri" w:hAnsi="Calibri"/>
                <w:b/>
                <w:sz w:val="20"/>
                <w:szCs w:val="20"/>
              </w:rPr>
            </w:pPr>
            <w:r w:rsidRPr="008569FB">
              <w:rPr>
                <w:rFonts w:ascii="Calibri" w:hAnsi="Calibri"/>
                <w:b/>
                <w:sz w:val="20"/>
                <w:szCs w:val="20"/>
              </w:rPr>
              <w:t>Dane osobowe</w:t>
            </w:r>
          </w:p>
        </w:tc>
      </w:tr>
      <w:tr w:rsidR="004D2266" w:rsidRPr="0004386A" w:rsidTr="008569FB">
        <w:trPr>
          <w:jc w:val="center"/>
        </w:trPr>
        <w:tc>
          <w:tcPr>
            <w:tcW w:w="3652" w:type="dxa"/>
          </w:tcPr>
          <w:p w:rsidR="004D2266" w:rsidRPr="008569FB" w:rsidRDefault="004D2266" w:rsidP="004F6B91">
            <w:pPr>
              <w:rPr>
                <w:rFonts w:ascii="Calibri" w:hAnsi="Calibri"/>
                <w:sz w:val="20"/>
                <w:szCs w:val="20"/>
              </w:rPr>
            </w:pPr>
            <w:r w:rsidRPr="008569FB">
              <w:rPr>
                <w:rFonts w:ascii="Calibri" w:hAnsi="Calibri"/>
                <w:sz w:val="20"/>
                <w:szCs w:val="20"/>
              </w:rPr>
              <w:t>Imię</w:t>
            </w:r>
          </w:p>
        </w:tc>
        <w:tc>
          <w:tcPr>
            <w:tcW w:w="6087" w:type="dxa"/>
          </w:tcPr>
          <w:p w:rsidR="004D2266" w:rsidRPr="008569FB" w:rsidRDefault="004D226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4D2266" w:rsidRPr="0004386A" w:rsidTr="008569FB">
        <w:trPr>
          <w:jc w:val="center"/>
        </w:trPr>
        <w:tc>
          <w:tcPr>
            <w:tcW w:w="3652" w:type="dxa"/>
          </w:tcPr>
          <w:p w:rsidR="004D2266" w:rsidRPr="008569FB" w:rsidRDefault="004D2266" w:rsidP="004F6B91">
            <w:pPr>
              <w:rPr>
                <w:rFonts w:ascii="Calibri" w:hAnsi="Calibri"/>
                <w:sz w:val="20"/>
                <w:szCs w:val="20"/>
              </w:rPr>
            </w:pPr>
            <w:r w:rsidRPr="008569FB">
              <w:rPr>
                <w:rFonts w:ascii="Calibri" w:hAnsi="Calibri"/>
                <w:sz w:val="20"/>
                <w:szCs w:val="20"/>
              </w:rPr>
              <w:t>Nazwisko</w:t>
            </w:r>
          </w:p>
        </w:tc>
        <w:tc>
          <w:tcPr>
            <w:tcW w:w="6087" w:type="dxa"/>
          </w:tcPr>
          <w:p w:rsidR="004D2266" w:rsidRPr="008569FB" w:rsidRDefault="004D2266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4D2266" w:rsidRPr="0004386A" w:rsidRDefault="004D2266" w:rsidP="00755C20">
      <w:pPr>
        <w:rPr>
          <w:rFonts w:ascii="Calibri" w:hAnsi="Calibri"/>
        </w:rPr>
      </w:pP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39"/>
      </w:tblGrid>
      <w:tr w:rsidR="004D2266" w:rsidRPr="0004386A" w:rsidTr="008569FB">
        <w:trPr>
          <w:jc w:val="center"/>
        </w:trPr>
        <w:tc>
          <w:tcPr>
            <w:tcW w:w="9739" w:type="dxa"/>
          </w:tcPr>
          <w:p w:rsidR="004D2266" w:rsidRPr="008569FB" w:rsidRDefault="004D2266" w:rsidP="008569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569FB">
              <w:rPr>
                <w:rFonts w:ascii="Calibri" w:hAnsi="Calibri"/>
                <w:b/>
                <w:sz w:val="20"/>
                <w:szCs w:val="20"/>
              </w:rPr>
              <w:t>Deklaracja bezstronności i poufności</w:t>
            </w:r>
          </w:p>
        </w:tc>
      </w:tr>
      <w:tr w:rsidR="004D2266" w:rsidRPr="0004386A" w:rsidTr="008569FB">
        <w:trPr>
          <w:trHeight w:val="2380"/>
          <w:jc w:val="center"/>
        </w:trPr>
        <w:tc>
          <w:tcPr>
            <w:tcW w:w="9739" w:type="dxa"/>
          </w:tcPr>
          <w:p w:rsidR="004D2266" w:rsidRPr="008569FB" w:rsidRDefault="004D2266" w:rsidP="008569FB">
            <w:pPr>
              <w:tabs>
                <w:tab w:val="left" w:pos="1178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8569FB">
              <w:rPr>
                <w:rFonts w:ascii="Calibri" w:hAnsi="Calibri"/>
                <w:sz w:val="20"/>
                <w:szCs w:val="20"/>
              </w:rPr>
              <w:t>Oświadczam, że z osobą, której formularz oceniam, nie pozostaję w stosunku faktycznym lub prawnym mogącym budzić wątpliwości co do mojej bezstronności. W szczególności oświadczam, że z osobą, której formularz oceniam nie łączy mnie związek z tytułu:</w:t>
            </w:r>
          </w:p>
          <w:p w:rsidR="004D2266" w:rsidRPr="008569FB" w:rsidRDefault="004D2266" w:rsidP="008569FB">
            <w:pPr>
              <w:tabs>
                <w:tab w:val="left" w:pos="142"/>
                <w:tab w:val="left" w:pos="45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8569FB">
              <w:rPr>
                <w:rFonts w:ascii="Calibri" w:hAnsi="Calibri"/>
                <w:sz w:val="20"/>
                <w:szCs w:val="20"/>
              </w:rPr>
              <w:tab/>
              <w:t>•</w:t>
            </w:r>
            <w:r w:rsidRPr="008569FB">
              <w:rPr>
                <w:rFonts w:ascii="Calibri" w:hAnsi="Calibri"/>
                <w:sz w:val="20"/>
                <w:szCs w:val="20"/>
              </w:rPr>
              <w:tab/>
              <w:t>małżeństwa,</w:t>
            </w:r>
          </w:p>
          <w:p w:rsidR="004D2266" w:rsidRPr="008569FB" w:rsidRDefault="004D2266" w:rsidP="008569FB">
            <w:pPr>
              <w:tabs>
                <w:tab w:val="left" w:pos="142"/>
                <w:tab w:val="left" w:pos="45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8569FB">
              <w:rPr>
                <w:rFonts w:ascii="Calibri" w:hAnsi="Calibri"/>
                <w:sz w:val="20"/>
                <w:szCs w:val="20"/>
              </w:rPr>
              <w:tab/>
              <w:t>•</w:t>
            </w:r>
            <w:r w:rsidRPr="008569FB">
              <w:rPr>
                <w:rFonts w:ascii="Calibri" w:hAnsi="Calibri"/>
                <w:sz w:val="20"/>
                <w:szCs w:val="20"/>
              </w:rPr>
              <w:tab/>
              <w:t>pokrewieństwa lub powinowactwa w linii prostej albo w linii bocznej do drugiego stopnia,</w:t>
            </w:r>
          </w:p>
          <w:p w:rsidR="004D2266" w:rsidRPr="008569FB" w:rsidRDefault="004D2266" w:rsidP="008569FB">
            <w:pPr>
              <w:tabs>
                <w:tab w:val="left" w:pos="142"/>
                <w:tab w:val="left" w:pos="45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8569FB">
              <w:rPr>
                <w:rFonts w:ascii="Calibri" w:hAnsi="Calibri"/>
                <w:sz w:val="20"/>
                <w:szCs w:val="20"/>
              </w:rPr>
              <w:tab/>
              <w:t>•</w:t>
            </w:r>
            <w:r w:rsidRPr="008569FB">
              <w:rPr>
                <w:rFonts w:ascii="Calibri" w:hAnsi="Calibri"/>
                <w:sz w:val="20"/>
                <w:szCs w:val="20"/>
              </w:rPr>
              <w:tab/>
              <w:t>przysposobienia, opieki lub kurateli.</w:t>
            </w:r>
          </w:p>
          <w:p w:rsidR="004D2266" w:rsidRPr="008569FB" w:rsidRDefault="004D2266" w:rsidP="008569FB">
            <w:pPr>
              <w:tabs>
                <w:tab w:val="left" w:pos="1178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8569FB">
              <w:rPr>
                <w:rFonts w:ascii="Calibri" w:hAnsi="Calibri"/>
                <w:sz w:val="20"/>
                <w:szCs w:val="20"/>
              </w:rPr>
              <w:t>W razie powzięcia przeze mnie informacji o istnieniu okoliczności opisanej wyżej zobowiązuję się do wyłączenia się od oceny aplikacji. Zobowiązuję się nie ujawniać informacji związanych z oceną formularza oraz do tego, że dołożę należytej staranności dla zapewnienia, aby informacje dotyczące ocenianego przeze mnie formularza nie zostały przekazane osobom nieuprawnionym.</w:t>
            </w:r>
          </w:p>
          <w:p w:rsidR="004D2266" w:rsidRPr="008569FB" w:rsidRDefault="004D2266" w:rsidP="008569FB">
            <w:pPr>
              <w:tabs>
                <w:tab w:val="left" w:pos="1178"/>
              </w:tabs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4D2266" w:rsidRPr="008569FB" w:rsidRDefault="004D2266" w:rsidP="008569FB">
            <w:pPr>
              <w:tabs>
                <w:tab w:val="left" w:pos="1178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8569FB">
              <w:rPr>
                <w:rFonts w:ascii="Calibri" w:hAnsi="Calibri"/>
                <w:sz w:val="20"/>
                <w:szCs w:val="20"/>
              </w:rPr>
              <w:t>Data i podpis: ……………………………..</w:t>
            </w:r>
          </w:p>
          <w:p w:rsidR="004D2266" w:rsidRPr="008569FB" w:rsidRDefault="004D2266" w:rsidP="008569FB">
            <w:pPr>
              <w:tabs>
                <w:tab w:val="left" w:pos="1178"/>
              </w:tabs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4D2266" w:rsidRPr="0004386A" w:rsidRDefault="004D2266">
      <w:pPr>
        <w:rPr>
          <w:rFonts w:ascii="Calibri" w:hAnsi="Calibri"/>
        </w:rPr>
      </w:pP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39"/>
      </w:tblGrid>
      <w:tr w:rsidR="004D2266" w:rsidRPr="0004386A" w:rsidTr="008569FB">
        <w:trPr>
          <w:jc w:val="center"/>
        </w:trPr>
        <w:tc>
          <w:tcPr>
            <w:tcW w:w="9739" w:type="dxa"/>
          </w:tcPr>
          <w:p w:rsidR="004D2266" w:rsidRPr="008569FB" w:rsidRDefault="004D2266" w:rsidP="008569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569FB">
              <w:rPr>
                <w:rFonts w:ascii="Calibri" w:hAnsi="Calibri"/>
                <w:b/>
                <w:sz w:val="20"/>
                <w:szCs w:val="20"/>
              </w:rPr>
              <w:t>Opis planowanej działalności gospodarczej</w:t>
            </w:r>
          </w:p>
        </w:tc>
      </w:tr>
      <w:tr w:rsidR="004D2266" w:rsidRPr="0004386A" w:rsidTr="008569FB">
        <w:trPr>
          <w:trHeight w:val="225"/>
          <w:jc w:val="center"/>
        </w:trPr>
        <w:tc>
          <w:tcPr>
            <w:tcW w:w="9739" w:type="dxa"/>
          </w:tcPr>
          <w:p w:rsidR="004D2266" w:rsidRPr="008569FB" w:rsidRDefault="004D2266" w:rsidP="008569FB">
            <w:pPr>
              <w:tabs>
                <w:tab w:val="left" w:pos="2552"/>
              </w:tabs>
              <w:rPr>
                <w:rFonts w:ascii="Calibri" w:hAnsi="Calibri"/>
                <w:b/>
                <w:sz w:val="20"/>
                <w:szCs w:val="20"/>
              </w:rPr>
            </w:pPr>
            <w:r w:rsidRPr="008569FB">
              <w:rPr>
                <w:rFonts w:ascii="Calibri" w:hAnsi="Calibri"/>
                <w:b/>
                <w:sz w:val="20"/>
                <w:szCs w:val="20"/>
              </w:rPr>
              <w:t xml:space="preserve">Ocena </w:t>
            </w:r>
            <w:r w:rsidRPr="008569FB">
              <w:rPr>
                <w:rFonts w:ascii="Calibri" w:hAnsi="Calibri"/>
                <w:sz w:val="20"/>
                <w:szCs w:val="20"/>
              </w:rPr>
              <w:t>(0 – 30 pkt)</w:t>
            </w:r>
            <w:r w:rsidRPr="008569FB">
              <w:rPr>
                <w:rFonts w:ascii="Calibri" w:hAnsi="Calibri"/>
                <w:b/>
                <w:sz w:val="20"/>
                <w:szCs w:val="20"/>
              </w:rPr>
              <w:tab/>
              <w:t>…. pkt</w:t>
            </w:r>
          </w:p>
        </w:tc>
      </w:tr>
      <w:tr w:rsidR="004D2266" w:rsidRPr="0004386A" w:rsidTr="008569FB">
        <w:trPr>
          <w:trHeight w:val="270"/>
          <w:jc w:val="center"/>
        </w:trPr>
        <w:tc>
          <w:tcPr>
            <w:tcW w:w="9739" w:type="dxa"/>
          </w:tcPr>
          <w:p w:rsidR="004D2266" w:rsidRPr="008569FB" w:rsidRDefault="004D2266" w:rsidP="008569FB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  <w:r w:rsidRPr="008569FB">
              <w:rPr>
                <w:rFonts w:ascii="Calibri" w:hAnsi="Calibri"/>
                <w:b/>
                <w:sz w:val="20"/>
                <w:szCs w:val="20"/>
              </w:rPr>
              <w:t xml:space="preserve">Uzasadnienie </w:t>
            </w:r>
            <w:r w:rsidRPr="008569FB">
              <w:rPr>
                <w:rFonts w:ascii="Calibri" w:hAnsi="Calibri"/>
                <w:sz w:val="20"/>
                <w:szCs w:val="20"/>
              </w:rPr>
              <w:t>(przynajmniej 5 zdań)</w:t>
            </w:r>
          </w:p>
        </w:tc>
      </w:tr>
      <w:tr w:rsidR="004D2266" w:rsidRPr="0004386A" w:rsidTr="008569FB">
        <w:trPr>
          <w:trHeight w:val="1646"/>
          <w:jc w:val="center"/>
        </w:trPr>
        <w:tc>
          <w:tcPr>
            <w:tcW w:w="9739" w:type="dxa"/>
          </w:tcPr>
          <w:p w:rsidR="004D2266" w:rsidRPr="008569FB" w:rsidRDefault="004D2266" w:rsidP="008569FB">
            <w:pPr>
              <w:tabs>
                <w:tab w:val="left" w:pos="3810"/>
              </w:tabs>
              <w:rPr>
                <w:rFonts w:ascii="Calibri" w:hAnsi="Calibri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4D2266" w:rsidRPr="0004386A" w:rsidRDefault="004D2266">
      <w:pPr>
        <w:rPr>
          <w:rFonts w:ascii="Calibri" w:hAnsi="Calibri"/>
        </w:rPr>
      </w:pP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39"/>
      </w:tblGrid>
      <w:tr w:rsidR="004D2266" w:rsidRPr="0004386A" w:rsidTr="008569FB">
        <w:trPr>
          <w:jc w:val="center"/>
        </w:trPr>
        <w:tc>
          <w:tcPr>
            <w:tcW w:w="9739" w:type="dxa"/>
          </w:tcPr>
          <w:p w:rsidR="004D2266" w:rsidRPr="008569FB" w:rsidRDefault="004D2266" w:rsidP="008569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569FB">
              <w:rPr>
                <w:rFonts w:ascii="Calibri" w:hAnsi="Calibri"/>
                <w:b/>
                <w:sz w:val="20"/>
                <w:szCs w:val="20"/>
              </w:rPr>
              <w:t>Posiadane kwalifikacje, doświadczenie i umiejętności</w:t>
            </w:r>
          </w:p>
        </w:tc>
      </w:tr>
      <w:tr w:rsidR="004D2266" w:rsidRPr="0004386A" w:rsidTr="008569FB">
        <w:trPr>
          <w:trHeight w:val="270"/>
          <w:jc w:val="center"/>
        </w:trPr>
        <w:tc>
          <w:tcPr>
            <w:tcW w:w="9739" w:type="dxa"/>
          </w:tcPr>
          <w:p w:rsidR="004D2266" w:rsidRPr="008569FB" w:rsidRDefault="004D2266" w:rsidP="008569FB">
            <w:pPr>
              <w:tabs>
                <w:tab w:val="left" w:pos="2552"/>
              </w:tabs>
              <w:rPr>
                <w:rFonts w:ascii="Calibri" w:hAnsi="Calibri"/>
                <w:b/>
                <w:sz w:val="20"/>
                <w:szCs w:val="20"/>
              </w:rPr>
            </w:pPr>
            <w:r w:rsidRPr="008569FB">
              <w:rPr>
                <w:rFonts w:ascii="Calibri" w:hAnsi="Calibri"/>
                <w:b/>
                <w:sz w:val="20"/>
                <w:szCs w:val="20"/>
              </w:rPr>
              <w:t>Ocena</w:t>
            </w:r>
            <w:r w:rsidRPr="008569FB">
              <w:rPr>
                <w:rFonts w:ascii="Calibri" w:hAnsi="Calibri"/>
                <w:sz w:val="20"/>
                <w:szCs w:val="20"/>
              </w:rPr>
              <w:t xml:space="preserve"> (0 – 30 pkt)</w:t>
            </w:r>
            <w:r w:rsidRPr="008569FB">
              <w:rPr>
                <w:rFonts w:ascii="Calibri" w:hAnsi="Calibri"/>
                <w:sz w:val="20"/>
                <w:szCs w:val="20"/>
              </w:rPr>
              <w:tab/>
            </w:r>
            <w:r w:rsidRPr="008569FB">
              <w:rPr>
                <w:rFonts w:ascii="Calibri" w:hAnsi="Calibri"/>
                <w:b/>
                <w:sz w:val="20"/>
                <w:szCs w:val="20"/>
              </w:rPr>
              <w:t>…. pkt</w:t>
            </w:r>
          </w:p>
        </w:tc>
      </w:tr>
      <w:tr w:rsidR="004D2266" w:rsidRPr="0004386A" w:rsidTr="008569FB">
        <w:trPr>
          <w:trHeight w:val="255"/>
          <w:jc w:val="center"/>
        </w:trPr>
        <w:tc>
          <w:tcPr>
            <w:tcW w:w="9739" w:type="dxa"/>
          </w:tcPr>
          <w:p w:rsidR="004D2266" w:rsidRPr="008569FB" w:rsidRDefault="004D2266" w:rsidP="008569FB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  <w:r w:rsidRPr="008569FB">
              <w:rPr>
                <w:rFonts w:ascii="Calibri" w:hAnsi="Calibri"/>
                <w:b/>
                <w:sz w:val="20"/>
                <w:szCs w:val="20"/>
              </w:rPr>
              <w:t>Uzasadnienie</w:t>
            </w:r>
            <w:r w:rsidRPr="008569FB">
              <w:rPr>
                <w:rFonts w:ascii="Calibri" w:hAnsi="Calibri"/>
                <w:sz w:val="20"/>
                <w:szCs w:val="20"/>
              </w:rPr>
              <w:t xml:space="preserve"> (przynajmniej 5 zdań)</w:t>
            </w:r>
          </w:p>
        </w:tc>
      </w:tr>
      <w:tr w:rsidR="004D2266" w:rsidRPr="0004386A" w:rsidTr="008569FB">
        <w:trPr>
          <w:trHeight w:val="1638"/>
          <w:jc w:val="center"/>
        </w:trPr>
        <w:tc>
          <w:tcPr>
            <w:tcW w:w="9739" w:type="dxa"/>
          </w:tcPr>
          <w:p w:rsidR="004D2266" w:rsidRPr="008569FB" w:rsidRDefault="004D2266" w:rsidP="008569FB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4D2266" w:rsidRPr="0004386A" w:rsidRDefault="004D2266" w:rsidP="006A3603">
      <w:pPr>
        <w:rPr>
          <w:rFonts w:ascii="Calibri" w:hAnsi="Calibri"/>
          <w:sz w:val="20"/>
          <w:szCs w:val="20"/>
        </w:rPr>
      </w:pPr>
    </w:p>
    <w:p w:rsidR="004D2266" w:rsidRPr="0004386A" w:rsidRDefault="004D2266" w:rsidP="006A3603">
      <w:pPr>
        <w:rPr>
          <w:rFonts w:ascii="Calibri" w:hAnsi="Calibri"/>
          <w:sz w:val="20"/>
          <w:szCs w:val="20"/>
        </w:rPr>
        <w:sectPr w:rsidR="004D2266" w:rsidRPr="0004386A" w:rsidSect="006A360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D2266" w:rsidRPr="0004386A" w:rsidRDefault="004D2266" w:rsidP="006A3603">
      <w:pPr>
        <w:jc w:val="center"/>
        <w:rPr>
          <w:rFonts w:ascii="Calibri" w:hAnsi="Calibri"/>
          <w:sz w:val="20"/>
          <w:szCs w:val="20"/>
        </w:rPr>
      </w:pPr>
    </w:p>
    <w:p w:rsidR="004D2266" w:rsidRPr="0004386A" w:rsidRDefault="004D2266" w:rsidP="006A3603">
      <w:pPr>
        <w:jc w:val="center"/>
        <w:rPr>
          <w:rFonts w:ascii="Calibri" w:hAnsi="Calibri"/>
          <w:sz w:val="20"/>
          <w:szCs w:val="20"/>
        </w:rPr>
      </w:pPr>
      <w:r w:rsidRPr="0004386A">
        <w:rPr>
          <w:rFonts w:ascii="Calibri" w:hAnsi="Calibri"/>
          <w:sz w:val="20"/>
          <w:szCs w:val="20"/>
        </w:rPr>
        <w:t>………………………</w:t>
      </w:r>
    </w:p>
    <w:p w:rsidR="004D2266" w:rsidRPr="0004386A" w:rsidRDefault="004D2266" w:rsidP="006A3603">
      <w:pPr>
        <w:jc w:val="center"/>
        <w:rPr>
          <w:rFonts w:ascii="Calibri" w:hAnsi="Calibri"/>
          <w:sz w:val="20"/>
          <w:szCs w:val="20"/>
        </w:rPr>
      </w:pPr>
      <w:r w:rsidRPr="0004386A">
        <w:rPr>
          <w:rFonts w:ascii="Calibri" w:hAnsi="Calibri"/>
          <w:sz w:val="20"/>
          <w:szCs w:val="20"/>
        </w:rPr>
        <w:t>podpis</w:t>
      </w:r>
    </w:p>
    <w:p w:rsidR="004D2266" w:rsidRPr="0004386A" w:rsidRDefault="004D2266" w:rsidP="006A3603">
      <w:pPr>
        <w:jc w:val="center"/>
        <w:rPr>
          <w:rFonts w:ascii="Calibri" w:hAnsi="Calibri"/>
          <w:sz w:val="20"/>
          <w:szCs w:val="20"/>
        </w:rPr>
      </w:pPr>
      <w:r w:rsidRPr="0004386A">
        <w:rPr>
          <w:rFonts w:ascii="Calibri" w:hAnsi="Calibri"/>
          <w:sz w:val="20"/>
          <w:szCs w:val="20"/>
        </w:rPr>
        <w:br w:type="column"/>
      </w:r>
    </w:p>
    <w:p w:rsidR="004D2266" w:rsidRPr="0004386A" w:rsidRDefault="004D2266" w:rsidP="006A3603">
      <w:pPr>
        <w:jc w:val="center"/>
        <w:rPr>
          <w:rFonts w:ascii="Calibri" w:hAnsi="Calibri"/>
          <w:sz w:val="20"/>
          <w:szCs w:val="20"/>
        </w:rPr>
      </w:pPr>
      <w:r w:rsidRPr="0004386A">
        <w:rPr>
          <w:rFonts w:ascii="Calibri" w:hAnsi="Calibri"/>
          <w:sz w:val="20"/>
          <w:szCs w:val="20"/>
        </w:rPr>
        <w:t>……………………….</w:t>
      </w:r>
    </w:p>
    <w:p w:rsidR="004D2266" w:rsidRPr="0004386A" w:rsidRDefault="004D2266" w:rsidP="006A3603">
      <w:pPr>
        <w:jc w:val="center"/>
        <w:rPr>
          <w:rFonts w:ascii="Calibri" w:hAnsi="Calibri"/>
          <w:sz w:val="20"/>
          <w:szCs w:val="20"/>
        </w:rPr>
      </w:pPr>
      <w:r w:rsidRPr="0004386A">
        <w:rPr>
          <w:rFonts w:ascii="Calibri" w:hAnsi="Calibri"/>
          <w:sz w:val="20"/>
          <w:szCs w:val="20"/>
        </w:rPr>
        <w:t>data</w:t>
      </w:r>
    </w:p>
    <w:p w:rsidR="004D2266" w:rsidRPr="0004386A" w:rsidRDefault="004D2266" w:rsidP="006A3603">
      <w:pPr>
        <w:rPr>
          <w:rFonts w:ascii="Calibri" w:hAnsi="Calibri"/>
          <w:sz w:val="20"/>
          <w:szCs w:val="20"/>
        </w:rPr>
        <w:sectPr w:rsidR="004D2266" w:rsidRPr="0004386A" w:rsidSect="000E4412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4182" w:space="708"/>
            <w:col w:w="4182"/>
          </w:cols>
          <w:docGrid w:linePitch="360"/>
        </w:sectPr>
      </w:pPr>
    </w:p>
    <w:p w:rsidR="004D2266" w:rsidRPr="0004386A" w:rsidRDefault="004D2266" w:rsidP="006A3603">
      <w:pPr>
        <w:rPr>
          <w:rFonts w:ascii="Calibri" w:hAnsi="Calibri"/>
          <w:sz w:val="20"/>
          <w:szCs w:val="20"/>
        </w:rPr>
      </w:pPr>
    </w:p>
    <w:sectPr w:rsidR="004D2266" w:rsidRPr="0004386A" w:rsidSect="008127B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266" w:rsidRDefault="004D2266">
      <w:r>
        <w:separator/>
      </w:r>
    </w:p>
  </w:endnote>
  <w:endnote w:type="continuationSeparator" w:id="0">
    <w:p w:rsidR="004D2266" w:rsidRDefault="004D22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266" w:rsidRDefault="004D2266">
      <w:r>
        <w:separator/>
      </w:r>
    </w:p>
  </w:footnote>
  <w:footnote w:type="continuationSeparator" w:id="0">
    <w:p w:rsidR="004D2266" w:rsidRDefault="004D22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1135"/>
    <w:multiLevelType w:val="multilevel"/>
    <w:tmpl w:val="867E15B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>
    <w:nsid w:val="04607D6B"/>
    <w:multiLevelType w:val="multilevel"/>
    <w:tmpl w:val="CDDC031A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>
    <w:nsid w:val="046D0559"/>
    <w:multiLevelType w:val="multilevel"/>
    <w:tmpl w:val="C1683A68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>
    <w:nsid w:val="06511282"/>
    <w:multiLevelType w:val="multilevel"/>
    <w:tmpl w:val="802ED31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28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>
    <w:nsid w:val="0C850252"/>
    <w:multiLevelType w:val="multilevel"/>
    <w:tmpl w:val="8DE4EC2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>
    <w:nsid w:val="185D6A0B"/>
    <w:multiLevelType w:val="multilevel"/>
    <w:tmpl w:val="D930A94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>
    <w:nsid w:val="29E73064"/>
    <w:multiLevelType w:val="multilevel"/>
    <w:tmpl w:val="3BB87DEA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>
    <w:nsid w:val="2C0D29C2"/>
    <w:multiLevelType w:val="multilevel"/>
    <w:tmpl w:val="D930A94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>
    <w:nsid w:val="2F866143"/>
    <w:multiLevelType w:val="multilevel"/>
    <w:tmpl w:val="09BA5FA6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>
    <w:nsid w:val="3AC546FA"/>
    <w:multiLevelType w:val="multilevel"/>
    <w:tmpl w:val="FF10C9C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0">
    <w:nsid w:val="3B195E4B"/>
    <w:multiLevelType w:val="hybridMultilevel"/>
    <w:tmpl w:val="491C3DD2"/>
    <w:lvl w:ilvl="0" w:tplc="55BEF29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BC2413"/>
    <w:multiLevelType w:val="multilevel"/>
    <w:tmpl w:val="0D7CA8E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>
    <w:nsid w:val="3F111EF6"/>
    <w:multiLevelType w:val="multilevel"/>
    <w:tmpl w:val="201C3AC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>
    <w:nsid w:val="425568AA"/>
    <w:multiLevelType w:val="multilevel"/>
    <w:tmpl w:val="8DE4EC2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>
    <w:nsid w:val="456C78A6"/>
    <w:multiLevelType w:val="multilevel"/>
    <w:tmpl w:val="FC108B3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>
    <w:nsid w:val="46B55A1E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>
    <w:nsid w:val="4FDC65EE"/>
    <w:multiLevelType w:val="multilevel"/>
    <w:tmpl w:val="9A8468E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>
    <w:nsid w:val="5AF36881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>
    <w:nsid w:val="5EE545F1"/>
    <w:multiLevelType w:val="multilevel"/>
    <w:tmpl w:val="79923988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340" w:firstLine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>
    <w:nsid w:val="63BE35ED"/>
    <w:multiLevelType w:val="multilevel"/>
    <w:tmpl w:val="DE9A340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340" w:firstLine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>
    <w:nsid w:val="6B8D4757"/>
    <w:multiLevelType w:val="multilevel"/>
    <w:tmpl w:val="0C185B0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51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>
    <w:nsid w:val="6D6051BD"/>
    <w:multiLevelType w:val="multilevel"/>
    <w:tmpl w:val="09484FC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39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>
    <w:nsid w:val="6F8E7A60"/>
    <w:multiLevelType w:val="multilevel"/>
    <w:tmpl w:val="52AAD1EA"/>
    <w:lvl w:ilvl="0">
      <w:start w:val="1"/>
      <w:numFmt w:val="decimal"/>
      <w:lvlText w:val="§ %1"/>
      <w:lvlJc w:val="center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2FE4E46"/>
    <w:multiLevelType w:val="multilevel"/>
    <w:tmpl w:val="ACD86E2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31133CC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4453FFE"/>
    <w:multiLevelType w:val="multilevel"/>
    <w:tmpl w:val="D69480F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firstLine="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>
    <w:nsid w:val="7F6064C0"/>
    <w:multiLevelType w:val="multilevel"/>
    <w:tmpl w:val="5C2ECF8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62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15"/>
  </w:num>
  <w:num w:numId="2">
    <w:abstractNumId w:val="22"/>
  </w:num>
  <w:num w:numId="3">
    <w:abstractNumId w:val="2"/>
  </w:num>
  <w:num w:numId="4">
    <w:abstractNumId w:val="6"/>
  </w:num>
  <w:num w:numId="5">
    <w:abstractNumId w:val="25"/>
  </w:num>
  <w:num w:numId="6">
    <w:abstractNumId w:val="16"/>
  </w:num>
  <w:num w:numId="7">
    <w:abstractNumId w:val="18"/>
  </w:num>
  <w:num w:numId="8">
    <w:abstractNumId w:val="11"/>
  </w:num>
  <w:num w:numId="9">
    <w:abstractNumId w:val="12"/>
  </w:num>
  <w:num w:numId="10">
    <w:abstractNumId w:val="7"/>
  </w:num>
  <w:num w:numId="11">
    <w:abstractNumId w:val="5"/>
  </w:num>
  <w:num w:numId="12">
    <w:abstractNumId w:val="19"/>
  </w:num>
  <w:num w:numId="13">
    <w:abstractNumId w:val="8"/>
  </w:num>
  <w:num w:numId="14">
    <w:abstractNumId w:val="3"/>
  </w:num>
  <w:num w:numId="15">
    <w:abstractNumId w:val="21"/>
  </w:num>
  <w:num w:numId="16">
    <w:abstractNumId w:val="20"/>
  </w:num>
  <w:num w:numId="17">
    <w:abstractNumId w:val="26"/>
  </w:num>
  <w:num w:numId="18">
    <w:abstractNumId w:val="23"/>
  </w:num>
  <w:num w:numId="19">
    <w:abstractNumId w:val="1"/>
  </w:num>
  <w:num w:numId="20">
    <w:abstractNumId w:val="0"/>
  </w:num>
  <w:num w:numId="21">
    <w:abstractNumId w:val="4"/>
  </w:num>
  <w:num w:numId="22">
    <w:abstractNumId w:val="13"/>
  </w:num>
  <w:num w:numId="23">
    <w:abstractNumId w:val="9"/>
  </w:num>
  <w:num w:numId="24">
    <w:abstractNumId w:val="14"/>
  </w:num>
  <w:num w:numId="25">
    <w:abstractNumId w:val="17"/>
  </w:num>
  <w:num w:numId="26">
    <w:abstractNumId w:val="24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22D9"/>
    <w:rsid w:val="00037AFB"/>
    <w:rsid w:val="00040214"/>
    <w:rsid w:val="0004386A"/>
    <w:rsid w:val="00044C33"/>
    <w:rsid w:val="0005386E"/>
    <w:rsid w:val="00053A16"/>
    <w:rsid w:val="0006074A"/>
    <w:rsid w:val="000C0D87"/>
    <w:rsid w:val="000D1347"/>
    <w:rsid w:val="000D63EC"/>
    <w:rsid w:val="000E4412"/>
    <w:rsid w:val="000E5AD4"/>
    <w:rsid w:val="000F3DF7"/>
    <w:rsid w:val="001018C5"/>
    <w:rsid w:val="00111A4C"/>
    <w:rsid w:val="0011590D"/>
    <w:rsid w:val="0012572B"/>
    <w:rsid w:val="00127267"/>
    <w:rsid w:val="001421CE"/>
    <w:rsid w:val="0014561F"/>
    <w:rsid w:val="00157AA2"/>
    <w:rsid w:val="0016259A"/>
    <w:rsid w:val="0016476A"/>
    <w:rsid w:val="0017598F"/>
    <w:rsid w:val="00197368"/>
    <w:rsid w:val="001C5BE5"/>
    <w:rsid w:val="001E1D16"/>
    <w:rsid w:val="001F2F98"/>
    <w:rsid w:val="002100C2"/>
    <w:rsid w:val="00273156"/>
    <w:rsid w:val="002C3C76"/>
    <w:rsid w:val="002C6A39"/>
    <w:rsid w:val="002F6BE2"/>
    <w:rsid w:val="00301FF7"/>
    <w:rsid w:val="00327E7B"/>
    <w:rsid w:val="00374060"/>
    <w:rsid w:val="00393FA9"/>
    <w:rsid w:val="003D3626"/>
    <w:rsid w:val="003E5152"/>
    <w:rsid w:val="003E66A7"/>
    <w:rsid w:val="00412CF7"/>
    <w:rsid w:val="00417CD1"/>
    <w:rsid w:val="00442B22"/>
    <w:rsid w:val="0045574D"/>
    <w:rsid w:val="00462447"/>
    <w:rsid w:val="0046284C"/>
    <w:rsid w:val="0047499B"/>
    <w:rsid w:val="00487D42"/>
    <w:rsid w:val="004A1476"/>
    <w:rsid w:val="004B2079"/>
    <w:rsid w:val="004C60F8"/>
    <w:rsid w:val="004D2198"/>
    <w:rsid w:val="004D2266"/>
    <w:rsid w:val="004E0145"/>
    <w:rsid w:val="004E4814"/>
    <w:rsid w:val="004F6B91"/>
    <w:rsid w:val="00536CAD"/>
    <w:rsid w:val="0054167C"/>
    <w:rsid w:val="00554758"/>
    <w:rsid w:val="005C38D2"/>
    <w:rsid w:val="005D038D"/>
    <w:rsid w:val="005E7407"/>
    <w:rsid w:val="0061309A"/>
    <w:rsid w:val="006409B9"/>
    <w:rsid w:val="00655A3B"/>
    <w:rsid w:val="006952A6"/>
    <w:rsid w:val="006A3603"/>
    <w:rsid w:val="006A5FB5"/>
    <w:rsid w:val="006B22D9"/>
    <w:rsid w:val="006C153D"/>
    <w:rsid w:val="006D7A21"/>
    <w:rsid w:val="006F0B8E"/>
    <w:rsid w:val="006F1C84"/>
    <w:rsid w:val="00723CE3"/>
    <w:rsid w:val="007245C2"/>
    <w:rsid w:val="0073042C"/>
    <w:rsid w:val="00755C20"/>
    <w:rsid w:val="0077392B"/>
    <w:rsid w:val="0078245E"/>
    <w:rsid w:val="007826B3"/>
    <w:rsid w:val="007A4C06"/>
    <w:rsid w:val="007B011D"/>
    <w:rsid w:val="007D0CB9"/>
    <w:rsid w:val="007D6EFD"/>
    <w:rsid w:val="0080057A"/>
    <w:rsid w:val="00810C53"/>
    <w:rsid w:val="008127BA"/>
    <w:rsid w:val="00822595"/>
    <w:rsid w:val="00831242"/>
    <w:rsid w:val="00851454"/>
    <w:rsid w:val="008569FB"/>
    <w:rsid w:val="00861047"/>
    <w:rsid w:val="008C7B18"/>
    <w:rsid w:val="00920988"/>
    <w:rsid w:val="009252FD"/>
    <w:rsid w:val="009519D0"/>
    <w:rsid w:val="00970ADF"/>
    <w:rsid w:val="00A0017C"/>
    <w:rsid w:val="00A05AAA"/>
    <w:rsid w:val="00A11A7C"/>
    <w:rsid w:val="00A26412"/>
    <w:rsid w:val="00A67C8F"/>
    <w:rsid w:val="00A853FC"/>
    <w:rsid w:val="00AA2663"/>
    <w:rsid w:val="00AA2919"/>
    <w:rsid w:val="00AB0312"/>
    <w:rsid w:val="00AB47DB"/>
    <w:rsid w:val="00AC18A4"/>
    <w:rsid w:val="00B14316"/>
    <w:rsid w:val="00B22AE8"/>
    <w:rsid w:val="00B350C5"/>
    <w:rsid w:val="00B36151"/>
    <w:rsid w:val="00B3713E"/>
    <w:rsid w:val="00B77AE8"/>
    <w:rsid w:val="00B83645"/>
    <w:rsid w:val="00B93FC8"/>
    <w:rsid w:val="00BF4C39"/>
    <w:rsid w:val="00C30ACC"/>
    <w:rsid w:val="00C34DFC"/>
    <w:rsid w:val="00C419A6"/>
    <w:rsid w:val="00CB5FFA"/>
    <w:rsid w:val="00CD0FB1"/>
    <w:rsid w:val="00CE0884"/>
    <w:rsid w:val="00CE17C4"/>
    <w:rsid w:val="00D15B3E"/>
    <w:rsid w:val="00D227B4"/>
    <w:rsid w:val="00D53F22"/>
    <w:rsid w:val="00D95E81"/>
    <w:rsid w:val="00DA5A50"/>
    <w:rsid w:val="00DD425F"/>
    <w:rsid w:val="00DD61EF"/>
    <w:rsid w:val="00DE4C3F"/>
    <w:rsid w:val="00E01BD2"/>
    <w:rsid w:val="00E06894"/>
    <w:rsid w:val="00E656BA"/>
    <w:rsid w:val="00E72591"/>
    <w:rsid w:val="00E81F75"/>
    <w:rsid w:val="00E84BBD"/>
    <w:rsid w:val="00EE42A4"/>
    <w:rsid w:val="00F12B26"/>
    <w:rsid w:val="00F175AF"/>
    <w:rsid w:val="00F354BD"/>
    <w:rsid w:val="00F40C1C"/>
    <w:rsid w:val="00F427BB"/>
    <w:rsid w:val="00F46B08"/>
    <w:rsid w:val="00F46D17"/>
    <w:rsid w:val="00F47D1D"/>
    <w:rsid w:val="00F66F58"/>
    <w:rsid w:val="00F77116"/>
    <w:rsid w:val="00F90069"/>
    <w:rsid w:val="00F91031"/>
    <w:rsid w:val="00FC4C25"/>
    <w:rsid w:val="00FD502E"/>
    <w:rsid w:val="00FF4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5FFA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810C5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3C55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10C53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1E1D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C3C55"/>
    <w:rPr>
      <w:rFonts w:ascii="Arial" w:hAnsi="Arial" w:cs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1E1D1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F900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393FA9"/>
    <w:pPr>
      <w:spacing w:before="100" w:beforeAutospacing="1" w:after="119"/>
    </w:pPr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86104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3C55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86104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3C55"/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C18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C18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18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175</Words>
  <Characters>1054</Characters>
  <Application>Microsoft Office Outlook</Application>
  <DocSecurity>0</DocSecurity>
  <Lines>0</Lines>
  <Paragraphs>0</Paragraphs>
  <ScaleCrop>false</ScaleCrop>
  <Company>Wojewódzki Urząd Pracy w Łodzi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</dc:title>
  <dc:subject/>
  <dc:creator>WUP</dc:creator>
  <cp:keywords/>
  <dc:description/>
  <cp:lastModifiedBy>a.zych</cp:lastModifiedBy>
  <cp:revision>15</cp:revision>
  <cp:lastPrinted>2016-07-21T06:25:00Z</cp:lastPrinted>
  <dcterms:created xsi:type="dcterms:W3CDTF">2015-09-14T10:11:00Z</dcterms:created>
  <dcterms:modified xsi:type="dcterms:W3CDTF">2016-11-14T13:47:00Z</dcterms:modified>
</cp:coreProperties>
</file>